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F0" w:rsidRPr="00BB7AB8" w:rsidRDefault="003A53F0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3A53F0" w:rsidRPr="003D63F3" w:rsidRDefault="003A53F0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3A53F0" w:rsidRPr="003D63F3" w:rsidRDefault="003A53F0" w:rsidP="00AB6F21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3D63F3" w:rsidRDefault="003A53F0" w:rsidP="00E8560A">
      <w:pPr>
        <w:pStyle w:val="Title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3A53F0" w:rsidRPr="003D63F3" w:rsidRDefault="003A53F0" w:rsidP="003741B5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1F2A47" w:rsidRDefault="003A53F0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A53F0" w:rsidRDefault="003A53F0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3A53F0" w:rsidRDefault="003A53F0" w:rsidP="008D1563">
      <w:pPr>
        <w:jc w:val="both"/>
        <w:rPr>
          <w:rFonts w:ascii="Arial" w:hAnsi="Arial" w:cs="Arial"/>
        </w:rPr>
      </w:pP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3D63F3" w:rsidRDefault="003A53F0" w:rsidP="004212D8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3A53F0" w:rsidRPr="003D63F3" w:rsidRDefault="003A53F0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A53F0" w:rsidRPr="000341C9" w:rsidRDefault="003A53F0" w:rsidP="007D2F82">
      <w:pPr>
        <w:pStyle w:val="BodyText"/>
        <w:spacing w:line="276" w:lineRule="auto"/>
        <w:rPr>
          <w:rFonts w:ascii="Calibri" w:hAnsi="Calibri" w:cs="Calibri"/>
        </w:rPr>
      </w:pPr>
      <w:r w:rsidRPr="00B9169B">
        <w:rPr>
          <w:rFonts w:ascii="Calibri" w:hAnsi="Calibri" w:cs="Calibri"/>
        </w:rPr>
        <w:t>che la mancata osservanza degli impegni assunti con la presente dichiarazione sarà causa di esclusione e/o riduzione del beneficio concesso con la conseguente restituzione dell’aiuto riscosso o di parte di esso, aumentato degli interessi legali nel frattempo maturati,</w:t>
      </w:r>
      <w:r w:rsidRPr="000341C9">
        <w:rPr>
          <w:rFonts w:ascii="Calibri" w:hAnsi="Calibri" w:cs="Calibri"/>
        </w:rPr>
        <w:t xml:space="preserve"> </w:t>
      </w:r>
    </w:p>
    <w:p w:rsidR="003A53F0" w:rsidRDefault="003A53F0" w:rsidP="004212D8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non alienare e a mantenere la destinazione d’uso dei beni oggetto di aiuto per almeno  cinque anni a partire dalla data di accertamento finale di regolare esecuzione;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quanto previsto all’art. 1</w:t>
      </w:r>
      <w:r>
        <w:rPr>
          <w:rFonts w:ascii="Arial" w:hAnsi="Arial" w:cs="Arial"/>
          <w:sz w:val="22"/>
          <w:szCs w:val="22"/>
        </w:rPr>
        <w:t>4</w:t>
      </w:r>
      <w:r w:rsidRPr="00E23ABE">
        <w:rPr>
          <w:rFonts w:ascii="Arial" w:hAnsi="Arial" w:cs="Arial"/>
          <w:sz w:val="22"/>
          <w:szCs w:val="22"/>
        </w:rPr>
        <w:t>.8 del bando (trasferimento dell’azienda e dell’impegni assunti);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aprire e mantenere per tutta la durata dell’operazione ammessa a finanziamento un conto corrente dedicato (bancario o postale) da utilizzare per il trasferimento degli aiuti da parte dell’AGEA e per tutti i pagamenti connessi a tale operazione;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comunicare al GAL</w:t>
      </w:r>
      <w:r>
        <w:rPr>
          <w:rFonts w:ascii="Arial" w:hAnsi="Arial" w:cs="Arial"/>
          <w:sz w:val="22"/>
          <w:szCs w:val="22"/>
        </w:rPr>
        <w:t xml:space="preserve"> </w:t>
      </w:r>
      <w:r w:rsidRPr="00E23ABE">
        <w:rPr>
          <w:rFonts w:ascii="Arial" w:hAnsi="Arial" w:cs="Arial"/>
          <w:sz w:val="22"/>
          <w:szCs w:val="22"/>
        </w:rPr>
        <w:t>eventuali variazioni del programma di investimenti approvato in conformità al successivo art. 14.6;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mantenere, nei cinque anni successivi alla data del provvedimento di liquidazione del saldo del contributo concesso, le condizioni che hanno prodotto punteggio in graduatoria;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custodire in sicurezza i documenti giustificativi di spesa dell’operazione ammessa a cofinanziamento, al fine di permettere in qualsiasi momento le verifiche in capo ai competenti organismi. Tale custodia dovrà essere assicurata almeno fino a cinque anni dalla data di ultimazione lavori;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  <w:r w:rsidRPr="00E23ABE">
        <w:rPr>
          <w:rFonts w:ascii="Arial" w:hAnsi="Arial" w:cs="Arial"/>
          <w:sz w:val="22"/>
          <w:szCs w:val="22"/>
          <w:highlight w:val="yellow"/>
        </w:rPr>
        <w:t>ad impegnarsi a partecipare alle modalità organizzative per la gestione della ricettività adottate dal GAL;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adempiere ad ogni altro obbligo previsto dalla normativa comunitaria, nazionale, regionale e dal bando.</w:t>
      </w:r>
    </w:p>
    <w:p w:rsidR="003A53F0" w:rsidRPr="00E23ABE" w:rsidRDefault="003A53F0" w:rsidP="00FC5BDA">
      <w:pPr>
        <w:spacing w:before="120" w:line="12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3A53F0" w:rsidRPr="00E23ABE" w:rsidRDefault="003A53F0" w:rsidP="00E23ABE">
      <w:pPr>
        <w:pStyle w:val="Subtitle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Allega copia del seguente documento di riconoscimento:        _______________________</w:t>
      </w:r>
    </w:p>
    <w:p w:rsidR="003A53F0" w:rsidRDefault="003A53F0" w:rsidP="00AB3D00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</w:p>
    <w:p w:rsidR="003A53F0" w:rsidRDefault="003A53F0" w:rsidP="00AB3D00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</w:p>
    <w:p w:rsidR="003A53F0" w:rsidRPr="00E23ABE" w:rsidRDefault="003A53F0" w:rsidP="00AB3D00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_________________________________________</w:t>
      </w:r>
    </w:p>
    <w:p w:rsidR="003A53F0" w:rsidRPr="00E23ABE" w:rsidRDefault="003A53F0" w:rsidP="00B2221D">
      <w:pPr>
        <w:pStyle w:val="BodyText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       Luogo - data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Firma              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         </w:t>
      </w:r>
      <w:r w:rsidRPr="00E23ABE">
        <w:rPr>
          <w:rFonts w:ascii="Arial" w:hAnsi="Arial" w:cs="Arial"/>
          <w:sz w:val="22"/>
          <w:szCs w:val="22"/>
        </w:rPr>
        <w:tab/>
        <w:t xml:space="preserve">          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se “titolare” o “legale rappresentante”;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l’esatta ragione sociale quale risulta dal certificato della C.C.I.A.A.;</w:t>
      </w:r>
    </w:p>
    <w:p w:rsidR="003A53F0" w:rsidRPr="00E23ABE" w:rsidRDefault="003A53F0" w:rsidP="00364F8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53F0" w:rsidRPr="000341C9" w:rsidRDefault="003A53F0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3A53F0" w:rsidRPr="000341C9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F0" w:rsidRDefault="003A53F0" w:rsidP="003E70C2">
      <w:r>
        <w:separator/>
      </w:r>
    </w:p>
  </w:endnote>
  <w:endnote w:type="continuationSeparator" w:id="0">
    <w:p w:rsidR="003A53F0" w:rsidRDefault="003A53F0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3F0" w:rsidRPr="00AD0CFC" w:rsidRDefault="003A53F0">
    <w:pPr>
      <w:pStyle w:val="Footer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3A53F0" w:rsidRDefault="003A53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F0" w:rsidRDefault="003A53F0" w:rsidP="003E70C2">
      <w:r>
        <w:separator/>
      </w:r>
    </w:p>
  </w:footnote>
  <w:footnote w:type="continuationSeparator" w:id="0">
    <w:p w:rsidR="003A53F0" w:rsidRDefault="003A53F0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1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076231"/>
    <w:multiLevelType w:val="hybridMultilevel"/>
    <w:tmpl w:val="594EA0BC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F0178"/>
    <w:multiLevelType w:val="hybridMultilevel"/>
    <w:tmpl w:val="15C0CB1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3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7"/>
  </w:num>
  <w:num w:numId="22">
    <w:abstractNumId w:val="1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47C4"/>
    <w:rsid w:val="001E39F7"/>
    <w:rsid w:val="001F21F8"/>
    <w:rsid w:val="001F2A47"/>
    <w:rsid w:val="001F7699"/>
    <w:rsid w:val="0021715C"/>
    <w:rsid w:val="0023405A"/>
    <w:rsid w:val="0024697D"/>
    <w:rsid w:val="00246CDB"/>
    <w:rsid w:val="002505FB"/>
    <w:rsid w:val="00257508"/>
    <w:rsid w:val="0026111C"/>
    <w:rsid w:val="00271983"/>
    <w:rsid w:val="00272207"/>
    <w:rsid w:val="00280A06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3F0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2261"/>
    <w:rsid w:val="00467B68"/>
    <w:rsid w:val="00470E00"/>
    <w:rsid w:val="00474AC6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0315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E5BD7"/>
    <w:rsid w:val="00703E8A"/>
    <w:rsid w:val="00720EC5"/>
    <w:rsid w:val="007268AD"/>
    <w:rsid w:val="00727FC8"/>
    <w:rsid w:val="00730040"/>
    <w:rsid w:val="0075537C"/>
    <w:rsid w:val="00756F36"/>
    <w:rsid w:val="00770107"/>
    <w:rsid w:val="00774E19"/>
    <w:rsid w:val="00797B7E"/>
    <w:rsid w:val="007B0B37"/>
    <w:rsid w:val="007D04D3"/>
    <w:rsid w:val="007D2F82"/>
    <w:rsid w:val="007D320B"/>
    <w:rsid w:val="007D514A"/>
    <w:rsid w:val="007D7754"/>
    <w:rsid w:val="00832D75"/>
    <w:rsid w:val="00833F24"/>
    <w:rsid w:val="00842A6D"/>
    <w:rsid w:val="00843CF0"/>
    <w:rsid w:val="0085247A"/>
    <w:rsid w:val="00861201"/>
    <w:rsid w:val="0087001C"/>
    <w:rsid w:val="00882F68"/>
    <w:rsid w:val="0088450E"/>
    <w:rsid w:val="008861F0"/>
    <w:rsid w:val="008919BA"/>
    <w:rsid w:val="008B2747"/>
    <w:rsid w:val="008B6F51"/>
    <w:rsid w:val="008D07F4"/>
    <w:rsid w:val="008D1563"/>
    <w:rsid w:val="008D4AEA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5BEF"/>
    <w:rsid w:val="00A17AEC"/>
    <w:rsid w:val="00A2329C"/>
    <w:rsid w:val="00A403B0"/>
    <w:rsid w:val="00A412CB"/>
    <w:rsid w:val="00A41C8E"/>
    <w:rsid w:val="00A41F11"/>
    <w:rsid w:val="00A4284D"/>
    <w:rsid w:val="00A44ECF"/>
    <w:rsid w:val="00A626AA"/>
    <w:rsid w:val="00A63D61"/>
    <w:rsid w:val="00A803AD"/>
    <w:rsid w:val="00A90518"/>
    <w:rsid w:val="00A947F8"/>
    <w:rsid w:val="00AB1F47"/>
    <w:rsid w:val="00AB3D00"/>
    <w:rsid w:val="00AB6F21"/>
    <w:rsid w:val="00AC52A4"/>
    <w:rsid w:val="00AD0CFC"/>
    <w:rsid w:val="00AD7307"/>
    <w:rsid w:val="00AF0727"/>
    <w:rsid w:val="00AF0E02"/>
    <w:rsid w:val="00B03C46"/>
    <w:rsid w:val="00B2221D"/>
    <w:rsid w:val="00B238D5"/>
    <w:rsid w:val="00B255CB"/>
    <w:rsid w:val="00B3053F"/>
    <w:rsid w:val="00B36A76"/>
    <w:rsid w:val="00B603FA"/>
    <w:rsid w:val="00B62774"/>
    <w:rsid w:val="00B642BD"/>
    <w:rsid w:val="00B66B6E"/>
    <w:rsid w:val="00B7642A"/>
    <w:rsid w:val="00B76C37"/>
    <w:rsid w:val="00B80E8E"/>
    <w:rsid w:val="00B836B4"/>
    <w:rsid w:val="00B9169B"/>
    <w:rsid w:val="00B9497E"/>
    <w:rsid w:val="00BA65E9"/>
    <w:rsid w:val="00BB2075"/>
    <w:rsid w:val="00BB7AB8"/>
    <w:rsid w:val="00C13240"/>
    <w:rsid w:val="00C14147"/>
    <w:rsid w:val="00C41DAC"/>
    <w:rsid w:val="00C45C3A"/>
    <w:rsid w:val="00C567B5"/>
    <w:rsid w:val="00C904AB"/>
    <w:rsid w:val="00CA101D"/>
    <w:rsid w:val="00CA46F4"/>
    <w:rsid w:val="00D127D6"/>
    <w:rsid w:val="00D138E7"/>
    <w:rsid w:val="00D23545"/>
    <w:rsid w:val="00D32E34"/>
    <w:rsid w:val="00D3441B"/>
    <w:rsid w:val="00D36E7F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3ABE"/>
    <w:rsid w:val="00E25AC7"/>
    <w:rsid w:val="00E365CE"/>
    <w:rsid w:val="00E678DD"/>
    <w:rsid w:val="00E70F4E"/>
    <w:rsid w:val="00E8560A"/>
    <w:rsid w:val="00E906FE"/>
    <w:rsid w:val="00EA44EC"/>
    <w:rsid w:val="00EA7FD2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C25C4"/>
    <w:rsid w:val="00FC38AB"/>
    <w:rsid w:val="00FC5BDA"/>
    <w:rsid w:val="00FD5982"/>
    <w:rsid w:val="00FE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21"/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1301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B6F21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642A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105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1301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">
    <w:name w:val="Revision"/>
    <w:hidden/>
    <w:uiPriority w:val="99"/>
    <w:semiHidden/>
    <w:rsid w:val="00B255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25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5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55CB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255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25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255CB"/>
    <w:rPr>
      <w:b/>
      <w:bCs/>
    </w:rPr>
  </w:style>
  <w:style w:type="character" w:styleId="Hyperlink">
    <w:name w:val="Hyperlink"/>
    <w:basedOn w:val="DefaultParagraphFont"/>
    <w:uiPriority w:val="99"/>
    <w:rsid w:val="003974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70C2"/>
  </w:style>
  <w:style w:type="paragraph" w:styleId="Footer">
    <w:name w:val="footer"/>
    <w:basedOn w:val="Normal"/>
    <w:link w:val="Foot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70C2"/>
  </w:style>
  <w:style w:type="paragraph" w:styleId="NoSpacing">
    <w:name w:val="No Spacing"/>
    <w:link w:val="NoSpacingChar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ListParagraph">
    <w:name w:val="List Paragraph"/>
    <w:basedOn w:val="Normal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504</Words>
  <Characters>2877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postazione</cp:lastModifiedBy>
  <cp:revision>35</cp:revision>
  <cp:lastPrinted>2010-07-02T10:44:00Z</cp:lastPrinted>
  <dcterms:created xsi:type="dcterms:W3CDTF">2010-12-02T10:52:00Z</dcterms:created>
  <dcterms:modified xsi:type="dcterms:W3CDTF">2011-05-04T11:03:00Z</dcterms:modified>
</cp:coreProperties>
</file>